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48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7852"/>
      </w:tblGrid>
      <w:tr w:rsidR="009478C4" w:rsidRPr="0022579C" w14:paraId="58F2211C" w14:textId="77777777" w:rsidTr="000B3F78">
        <w:tc>
          <w:tcPr>
            <w:tcW w:w="518" w:type="dxa"/>
            <w:tcMar>
              <w:right w:w="115" w:type="dxa"/>
            </w:tcMar>
          </w:tcPr>
          <w:p w14:paraId="551C7C49" w14:textId="77777777" w:rsidR="009478C4" w:rsidRPr="0022579C" w:rsidRDefault="009478C4"/>
        </w:tc>
        <w:tc>
          <w:tcPr>
            <w:tcW w:w="7852" w:type="dxa"/>
            <w:tcMar>
              <w:left w:w="0" w:type="dxa"/>
              <w:right w:w="115" w:type="dxa"/>
            </w:tcMar>
          </w:tcPr>
          <w:p w14:paraId="40D8D1B7" w14:textId="1A553C21" w:rsidR="00917E6F" w:rsidRPr="00C86795" w:rsidRDefault="00113248" w:rsidP="000B3F78">
            <w:pPr>
              <w:pStyle w:val="Month"/>
              <w:ind w:right="-475"/>
              <w:rPr>
                <w:color w:val="66BDD8"/>
              </w:rPr>
            </w:pPr>
            <w:r>
              <w:t xml:space="preserve">SEPTEMBER </w:t>
            </w:r>
            <w:r>
              <w:rPr>
                <w:rStyle w:val="Year"/>
              </w:rPr>
              <w:t>2014</w:t>
            </w:r>
            <w:r w:rsidR="00917E6F">
              <w:rPr>
                <w:rStyle w:val="Year"/>
              </w:rPr>
              <w:t xml:space="preserve"> </w:t>
            </w:r>
          </w:p>
        </w:tc>
      </w:tr>
    </w:tbl>
    <w:p w14:paraId="5BED21E3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9478C4" w:rsidRPr="0022579C" w14:paraId="553CFC30" w14:textId="77777777" w:rsidTr="0022579C">
        <w:trPr>
          <w:cantSplit/>
          <w:trHeight w:hRule="exact" w:val="504"/>
        </w:trPr>
        <w:tc>
          <w:tcPr>
            <w:tcW w:w="504" w:type="dxa"/>
            <w:tcMar>
              <w:left w:w="0" w:type="dxa"/>
              <w:right w:w="115" w:type="dxa"/>
            </w:tcMar>
            <w:textDirection w:val="btLr"/>
            <w:vAlign w:val="bottom"/>
          </w:tcPr>
          <w:p w14:paraId="3339DED4" w14:textId="77777777" w:rsidR="009478C4" w:rsidRPr="0022579C" w:rsidRDefault="009478C4"/>
        </w:tc>
        <w:tc>
          <w:tcPr>
            <w:tcW w:w="1613" w:type="dxa"/>
            <w:vAlign w:val="center"/>
          </w:tcPr>
          <w:p w14:paraId="4E262AEE" w14:textId="77777777" w:rsidR="009478C4" w:rsidRPr="0022579C" w:rsidRDefault="009478C4">
            <w:pPr>
              <w:pStyle w:val="Days"/>
            </w:pPr>
            <w:r w:rsidRPr="0022579C">
              <w:t>MONDAY</w:t>
            </w:r>
          </w:p>
        </w:tc>
        <w:tc>
          <w:tcPr>
            <w:tcW w:w="1613" w:type="dxa"/>
            <w:vAlign w:val="center"/>
          </w:tcPr>
          <w:p w14:paraId="2949C3FB" w14:textId="77777777" w:rsidR="009478C4" w:rsidRPr="0022579C" w:rsidRDefault="009478C4">
            <w:pPr>
              <w:pStyle w:val="Days"/>
            </w:pPr>
            <w:r w:rsidRPr="0022579C">
              <w:t>TUESDAY</w:t>
            </w:r>
          </w:p>
        </w:tc>
        <w:tc>
          <w:tcPr>
            <w:tcW w:w="1613" w:type="dxa"/>
            <w:vAlign w:val="center"/>
          </w:tcPr>
          <w:p w14:paraId="0DF02DA8" w14:textId="77777777" w:rsidR="009478C4" w:rsidRPr="0022579C" w:rsidRDefault="009478C4">
            <w:pPr>
              <w:pStyle w:val="Days"/>
            </w:pPr>
            <w:r w:rsidRPr="0022579C">
              <w:t>WEDNESDAY</w:t>
            </w:r>
          </w:p>
        </w:tc>
        <w:tc>
          <w:tcPr>
            <w:tcW w:w="1613" w:type="dxa"/>
            <w:vAlign w:val="center"/>
          </w:tcPr>
          <w:p w14:paraId="521445B8" w14:textId="77777777" w:rsidR="009478C4" w:rsidRPr="0022579C" w:rsidRDefault="009478C4">
            <w:pPr>
              <w:pStyle w:val="Days"/>
            </w:pPr>
            <w:r w:rsidRPr="0022579C">
              <w:t>THURSDAY</w:t>
            </w:r>
          </w:p>
        </w:tc>
        <w:tc>
          <w:tcPr>
            <w:tcW w:w="1613" w:type="dxa"/>
            <w:vAlign w:val="center"/>
          </w:tcPr>
          <w:p w14:paraId="6EC38CD1" w14:textId="77777777" w:rsidR="009478C4" w:rsidRPr="0022579C" w:rsidRDefault="009478C4">
            <w:pPr>
              <w:pStyle w:val="Days"/>
            </w:pPr>
            <w:r w:rsidRPr="0022579C">
              <w:t>FRIDAY</w:t>
            </w:r>
          </w:p>
        </w:tc>
        <w:tc>
          <w:tcPr>
            <w:tcW w:w="1613" w:type="dxa"/>
            <w:vAlign w:val="center"/>
          </w:tcPr>
          <w:p w14:paraId="5EFE1A1F" w14:textId="77777777" w:rsidR="009478C4" w:rsidRPr="0022579C" w:rsidRDefault="009478C4">
            <w:pPr>
              <w:pStyle w:val="Days"/>
            </w:pPr>
            <w:r w:rsidRPr="0022579C">
              <w:t>SAT/SUN</w:t>
            </w:r>
          </w:p>
        </w:tc>
      </w:tr>
    </w:tbl>
    <w:p w14:paraId="1FA3B0FB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7"/>
        <w:gridCol w:w="174"/>
        <w:gridCol w:w="1448"/>
        <w:gridCol w:w="174"/>
        <w:gridCol w:w="1449"/>
        <w:gridCol w:w="174"/>
        <w:gridCol w:w="1449"/>
        <w:gridCol w:w="174"/>
        <w:gridCol w:w="1449"/>
        <w:gridCol w:w="174"/>
        <w:gridCol w:w="1449"/>
        <w:gridCol w:w="174"/>
        <w:gridCol w:w="1449"/>
      </w:tblGrid>
      <w:tr w:rsidR="009478C4" w:rsidRPr="0022579C" w14:paraId="0D34054B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5C9441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left w:val="single" w:sz="8" w:space="0" w:color="7F7F7F"/>
            </w:tcBorders>
            <w:textDirection w:val="btLr"/>
            <w:vAlign w:val="center"/>
          </w:tcPr>
          <w:p w14:paraId="75469F1D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right w:val="single" w:sz="6" w:space="0" w:color="66BDD8"/>
            </w:tcBorders>
          </w:tcPr>
          <w:p w14:paraId="31531D89" w14:textId="77777777" w:rsidR="009478C4" w:rsidRPr="0022579C" w:rsidRDefault="00113248">
            <w:pPr>
              <w:pStyle w:val="Date"/>
            </w:pPr>
            <w:r>
              <w:t>1</w: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DocVariable MonthStart \@ dddd </w:instrText>
            </w:r>
            <w:r w:rsidR="000B3F78">
              <w:fldChar w:fldCharType="separate"/>
            </w:r>
            <w:r w:rsidR="009478C4" w:rsidRPr="0022579C">
              <w:instrText>Thursday</w:instrText>
            </w:r>
            <w:r w:rsidR="000B3F78">
              <w:fldChar w:fldCharType="end"/>
            </w:r>
            <w:r w:rsidR="009478C4" w:rsidRPr="0022579C">
              <w:instrText xml:space="preserve"> = "Monday" 1 ""</w:instrText>
            </w:r>
            <w:r w:rsidR="00D057A1"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5CA0F04D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252FAA84" w14:textId="77777777" w:rsidR="009478C4" w:rsidRPr="0022579C" w:rsidRDefault="00113248">
            <w:pPr>
              <w:pStyle w:val="Date"/>
            </w:pPr>
            <w:r>
              <w:t>2</w: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DocVariable MonthStart \@ dddd </w:instrText>
            </w:r>
            <w:r w:rsidR="000B3F78">
              <w:fldChar w:fldCharType="separate"/>
            </w:r>
            <w:r w:rsidR="009478C4" w:rsidRPr="0022579C">
              <w:instrText>Thursday</w:instrText>
            </w:r>
            <w:r w:rsidR="000B3F78">
              <w:fldChar w:fldCharType="end"/>
            </w:r>
            <w:r w:rsidR="009478C4" w:rsidRPr="0022579C">
              <w:instrText xml:space="preserve"> = "Tuesday" 1 </w:instrTex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=C1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0B3F78">
              <w:fldChar w:fldCharType="begin"/>
            </w:r>
            <w:r w:rsidR="000B3F78">
              <w:instrText xml:space="preserve"> =C1+1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="00D057A1" w:rsidRPr="0022579C">
              <w:fldChar w:fldCharType="end"/>
            </w:r>
            <w:r w:rsidR="00D057A1"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30AD5D0D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05D78010" w14:textId="77777777" w:rsidR="009478C4" w:rsidRPr="0022579C" w:rsidRDefault="00113248">
            <w:pPr>
              <w:pStyle w:val="Date"/>
            </w:pPr>
            <w:r>
              <w:t>3</w: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DocVariable MonthStart \@ dddd </w:instrText>
            </w:r>
            <w:r w:rsidR="000B3F78">
              <w:fldChar w:fldCharType="separate"/>
            </w:r>
            <w:r w:rsidR="009478C4" w:rsidRPr="0022579C">
              <w:instrText>Thursday</w:instrText>
            </w:r>
            <w:r w:rsidR="000B3F78">
              <w:fldChar w:fldCharType="end"/>
            </w:r>
            <w:r w:rsidR="009478C4" w:rsidRPr="0022579C">
              <w:instrText xml:space="preserve"> = "Wednesday" 1 </w:instrTex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=E1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0B3F78">
              <w:fldChar w:fldCharType="begin"/>
            </w:r>
            <w:r w:rsidR="000B3F78">
              <w:instrText xml:space="preserve"> =E1+1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3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="00D057A1" w:rsidRPr="0022579C">
              <w:fldChar w:fldCharType="end"/>
            </w:r>
            <w:r w:rsidR="00D057A1"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37588C1A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5B039451" w14:textId="77777777" w:rsidR="009478C4" w:rsidRPr="0022579C" w:rsidRDefault="00113248">
            <w:pPr>
              <w:pStyle w:val="Date"/>
            </w:pPr>
            <w:r>
              <w:t>4</w:t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335DBD3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2E30E65C" w14:textId="77777777" w:rsidR="009478C4" w:rsidRPr="0022579C" w:rsidRDefault="00113248">
            <w:pPr>
              <w:pStyle w:val="Date"/>
            </w:pPr>
            <w:r>
              <w:t>5</w:t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2502292C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8" w:space="0" w:color="7F7F7F"/>
            </w:tcBorders>
          </w:tcPr>
          <w:p w14:paraId="5EF236FA" w14:textId="77777777" w:rsidR="009478C4" w:rsidRPr="0022579C" w:rsidRDefault="00113248" w:rsidP="00113248">
            <w:pPr>
              <w:pStyle w:val="Date"/>
            </w:pPr>
            <w:r>
              <w:t>6</w:t>
            </w:r>
            <w:r w:rsidR="00D057A1"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DOCVARIABLE  MonthStart \@ dddd</w:instrText>
            </w:r>
            <w:r w:rsidR="000B3F78">
              <w:fldChar w:fldCharType="separate"/>
            </w:r>
            <w:r w:rsidR="009478C4" w:rsidRPr="0022579C">
              <w:instrText>Thursday</w:instrText>
            </w:r>
            <w:r w:rsidR="000B3F78">
              <w:fldChar w:fldCharType="end"/>
            </w:r>
            <w:r w:rsidR="009478C4" w:rsidRPr="0022579C">
              <w:instrText xml:space="preserve"> = Sunday "" "/"</w:instrText>
            </w:r>
            <w:r w:rsidR="00D057A1" w:rsidRPr="0022579C">
              <w:fldChar w:fldCharType="separate"/>
            </w:r>
            <w:r w:rsidR="009478C4" w:rsidRPr="0022579C">
              <w:rPr>
                <w:noProof/>
              </w:rPr>
              <w:t>/</w:t>
            </w:r>
            <w:r w:rsidR="00D057A1" w:rsidRPr="0022579C">
              <w:fldChar w:fldCharType="end"/>
            </w:r>
            <w:r>
              <w:t>7</w:t>
            </w:r>
          </w:p>
        </w:tc>
      </w:tr>
      <w:tr w:rsidR="009478C4" w:rsidRPr="0022579C" w14:paraId="1DAE1C1C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FBBB403" w14:textId="77777777" w:rsidR="009478C4" w:rsidRPr="0022579C" w:rsidRDefault="009478C4" w:rsidP="0022579C">
            <w:pPr>
              <w:pStyle w:val="Line"/>
            </w:pPr>
            <w:r w:rsidRPr="0022579C">
              <w:t>1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7EF59F8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201E3742" w14:textId="42B6BDC8" w:rsidR="004D219D" w:rsidRPr="004D219D" w:rsidRDefault="00BC54E8" w:rsidP="00960B8E">
            <w:pPr>
              <w:pStyle w:val="CalendarText"/>
            </w:pPr>
            <w:r>
              <w:t>HOLIDAY</w:t>
            </w:r>
          </w:p>
          <w:p w14:paraId="423AB0F3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0A3292D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E6F8773" w14:textId="6A7D2D6B" w:rsidR="00BC54E8" w:rsidRPr="0022579C" w:rsidRDefault="00BC54E8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7AC3A64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548F2A8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A91F930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E336716" w14:textId="596CD042" w:rsidR="009478C4" w:rsidRPr="003A6AB4" w:rsidRDefault="003A6AB4">
            <w:pPr>
              <w:pStyle w:val="CalendarText"/>
              <w:rPr>
                <w:color w:val="C00000"/>
              </w:rPr>
            </w:pPr>
            <w:r>
              <w:rPr>
                <w:color w:val="C00000"/>
              </w:rPr>
              <w:t>JV Football</w:t>
            </w:r>
          </w:p>
          <w:p w14:paraId="30EECD43" w14:textId="77777777" w:rsidR="00917E6F" w:rsidRPr="003A6AB4" w:rsidRDefault="00917E6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At LQHS</w:t>
            </w:r>
          </w:p>
          <w:p w14:paraId="09633CB0" w14:textId="77777777" w:rsidR="00917E6F" w:rsidRPr="003A6AB4" w:rsidRDefault="00917E6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Vs. Eisenhower</w:t>
            </w:r>
          </w:p>
          <w:p w14:paraId="5D117E54" w14:textId="2900D215" w:rsidR="00917E6F" w:rsidRPr="0022579C" w:rsidRDefault="00917E6F">
            <w:pPr>
              <w:pStyle w:val="CalendarText"/>
            </w:pPr>
            <w:r w:rsidRPr="003A6AB4">
              <w:rPr>
                <w:color w:val="C00000"/>
              </w:rPr>
              <w:t>6:00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32838D5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918EE77" w14:textId="657EE04B" w:rsidR="009478C4" w:rsidRPr="00C86795" w:rsidRDefault="003A6AB4">
            <w:pPr>
              <w:pStyle w:val="CalendarText"/>
              <w:rPr>
                <w:b/>
                <w:color w:val="002060"/>
              </w:rPr>
            </w:pPr>
            <w:r w:rsidRPr="00C86795">
              <w:rPr>
                <w:b/>
                <w:color w:val="002060"/>
              </w:rPr>
              <w:t>Varsity Football</w:t>
            </w:r>
          </w:p>
          <w:p w14:paraId="0C810FB9" w14:textId="77777777" w:rsidR="002D604E" w:rsidRPr="00C86795" w:rsidRDefault="002D604E">
            <w:pPr>
              <w:pStyle w:val="CalendarText"/>
              <w:rPr>
                <w:b/>
                <w:color w:val="002060"/>
              </w:rPr>
            </w:pPr>
            <w:r w:rsidRPr="00C86795">
              <w:rPr>
                <w:b/>
                <w:color w:val="002060"/>
              </w:rPr>
              <w:t>at Eisenhower</w:t>
            </w:r>
          </w:p>
          <w:p w14:paraId="4E44D112" w14:textId="77777777" w:rsidR="002D604E" w:rsidRPr="0022579C" w:rsidRDefault="002D604E">
            <w:pPr>
              <w:pStyle w:val="CalendarText"/>
            </w:pPr>
            <w:r w:rsidRPr="00C86795">
              <w:rPr>
                <w:b/>
                <w:color w:val="002060"/>
              </w:rP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1158777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656A48B0" w14:textId="1359CFB7" w:rsidR="00CC651E" w:rsidRDefault="00CC651E">
            <w:pPr>
              <w:pStyle w:val="CalendarText"/>
            </w:pPr>
          </w:p>
          <w:p w14:paraId="39737722" w14:textId="6041C87B" w:rsidR="00CC651E" w:rsidRPr="0022579C" w:rsidRDefault="00CC651E">
            <w:pPr>
              <w:pStyle w:val="CalendarText"/>
            </w:pPr>
          </w:p>
        </w:tc>
      </w:tr>
      <w:tr w:rsidR="009478C4" w:rsidRPr="0022579C" w14:paraId="24BCEEE3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B791FF6" w14:textId="21C9953A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30CBE647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194DF754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F161A92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E0630B2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E871ED0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0B5FF09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105BE49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461AAF8" w14:textId="5FB64E27" w:rsidR="009478C4" w:rsidRPr="003A6AB4" w:rsidRDefault="003A6AB4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JV:</w:t>
            </w:r>
            <w:r w:rsidRPr="003A6AB4">
              <w:rPr>
                <w:b/>
                <w:sz w:val="12"/>
                <w:szCs w:val="12"/>
              </w:rPr>
              <w:t xml:space="preserve"> Uniform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1E8CBA1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AD8B522" w14:textId="5E5378F2" w:rsidR="009478C4" w:rsidRPr="003A6AB4" w:rsidRDefault="003A6AB4" w:rsidP="003A6AB4">
            <w:pPr>
              <w:rPr>
                <w:b/>
              </w:rPr>
            </w:pPr>
            <w:r>
              <w:rPr>
                <w:b/>
              </w:rPr>
              <w:t>Varsity: U</w:t>
            </w:r>
            <w:r w:rsidRPr="003A6AB4">
              <w:rPr>
                <w:b/>
              </w:rPr>
              <w:t>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6A9A46F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3515E9F3" w14:textId="47259AC0" w:rsidR="009478C4" w:rsidRPr="0022579C" w:rsidRDefault="009478C4" w:rsidP="00624E8C"/>
        </w:tc>
      </w:tr>
      <w:tr w:rsidR="009478C4" w:rsidRPr="0022579C" w14:paraId="53516748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F254B9C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54D29502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2DAB58F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180395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F24C15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01A987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275840B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FB6548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0D5F93E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BC78188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2FC13F95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3B116A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5BBF41EF" w14:textId="77777777" w:rsidR="009478C4" w:rsidRPr="0022579C" w:rsidRDefault="009478C4"/>
        </w:tc>
      </w:tr>
      <w:tr w:rsidR="009478C4" w:rsidRPr="0022579C" w14:paraId="1190E58D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74F41FDA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476E13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6FAAA78F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0EB1C14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6A0D9F2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3D5F8F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72BD4883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293C4B2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9EDCB4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29C9B92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1D08E0A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89FD589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26CFEBAC" w14:textId="77777777" w:rsidR="009478C4" w:rsidRPr="0022579C" w:rsidRDefault="009478C4"/>
        </w:tc>
      </w:tr>
      <w:tr w:rsidR="009478C4" w:rsidRPr="0022579C" w14:paraId="0FF10259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EC3114F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1C7C01A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5C584A8B" w14:textId="77777777" w:rsidR="009478C4" w:rsidRPr="0022579C" w:rsidRDefault="00113248">
            <w:pPr>
              <w:pStyle w:val="Date"/>
            </w:pPr>
            <w:r>
              <w:t>8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2309F65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5E5FCAEB" w14:textId="77777777" w:rsidR="009478C4" w:rsidRPr="0022579C" w:rsidRDefault="00113248">
            <w:pPr>
              <w:pStyle w:val="Date"/>
            </w:pPr>
            <w:r>
              <w:t>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BF8826C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7B0360A" w14:textId="77777777" w:rsidR="009478C4" w:rsidRPr="0022579C" w:rsidRDefault="00113248">
            <w:pPr>
              <w:pStyle w:val="Date"/>
            </w:pPr>
            <w:r>
              <w:t>10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E15D814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70F44D2" w14:textId="77777777" w:rsidR="009478C4" w:rsidRPr="0022579C" w:rsidRDefault="00113248">
            <w:pPr>
              <w:pStyle w:val="Date"/>
            </w:pPr>
            <w:r>
              <w:t>11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FCFDFB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4C55402" w14:textId="77777777" w:rsidR="009478C4" w:rsidRPr="0022579C" w:rsidRDefault="00113248">
            <w:pPr>
              <w:pStyle w:val="Date"/>
            </w:pPr>
            <w:r>
              <w:t>12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13487E0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174D6A3A" w14:textId="77777777" w:rsidR="009478C4" w:rsidRPr="0022579C" w:rsidRDefault="00113248" w:rsidP="00113248">
            <w:pPr>
              <w:pStyle w:val="Date"/>
            </w:pPr>
            <w:r>
              <w:t>13</w:t>
            </w:r>
            <w:r w:rsidR="009478C4" w:rsidRPr="0022579C">
              <w:t>/</w:t>
            </w:r>
            <w:r>
              <w:t>14</w:t>
            </w:r>
          </w:p>
        </w:tc>
      </w:tr>
      <w:tr w:rsidR="009478C4" w:rsidRPr="0022579C" w14:paraId="035DBB3B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2BF3CA8E" w14:textId="77777777" w:rsidR="009478C4" w:rsidRPr="0022579C" w:rsidRDefault="009478C4" w:rsidP="0022579C">
            <w:pPr>
              <w:pStyle w:val="Line"/>
            </w:pPr>
            <w:r w:rsidRPr="0022579C">
              <w:t>2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42AE623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36FB5790" w14:textId="0639242A" w:rsidR="009478C4" w:rsidRDefault="00917E6F" w:rsidP="00960B8E">
            <w:pPr>
              <w:pStyle w:val="CalendarText"/>
            </w:pPr>
            <w:r>
              <w:t xml:space="preserve">Team </w:t>
            </w:r>
            <w:r w:rsidR="004D219D">
              <w:t>Practice</w:t>
            </w:r>
          </w:p>
          <w:p w14:paraId="635AF8E4" w14:textId="77777777" w:rsidR="004D219D" w:rsidRPr="004D219D" w:rsidRDefault="004D219D" w:rsidP="00960B8E">
            <w:pPr>
              <w:pStyle w:val="CalendarText"/>
            </w:pPr>
            <w:r>
              <w:t>3:30-5:30</w:t>
            </w:r>
          </w:p>
          <w:p w14:paraId="340B2AE8" w14:textId="77777777" w:rsidR="009478C4" w:rsidRPr="0022579C" w:rsidRDefault="009478C4" w:rsidP="00445BE1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B79C539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98FE55C" w14:textId="5F444C0B" w:rsidR="00BC54E8" w:rsidRPr="0022579C" w:rsidRDefault="00BC54E8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05EE978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42F5B8F" w14:textId="1DED755C" w:rsidR="009478C4" w:rsidRPr="003A6AB4" w:rsidRDefault="003A6AB4" w:rsidP="003709FE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Varsity Volleyball</w:t>
            </w:r>
          </w:p>
          <w:p w14:paraId="57D87B47" w14:textId="39BC17F9" w:rsidR="008B2D2C" w:rsidRPr="003A6AB4" w:rsidRDefault="008B2D2C" w:rsidP="003709FE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at LQHS</w:t>
            </w:r>
            <w:r w:rsidR="00917E6F" w:rsidRPr="003A6AB4">
              <w:rPr>
                <w:b/>
                <w:color w:val="002060"/>
              </w:rPr>
              <w:t xml:space="preserve"> </w:t>
            </w:r>
            <w:r w:rsidR="003A6AB4" w:rsidRPr="003A6AB4">
              <w:rPr>
                <w:b/>
                <w:color w:val="002060"/>
              </w:rPr>
              <w:t xml:space="preserve"> </w:t>
            </w:r>
            <w:r w:rsidR="00917E6F" w:rsidRPr="003A6AB4">
              <w:rPr>
                <w:b/>
                <w:color w:val="002060"/>
              </w:rPr>
              <w:t>5:00</w:t>
            </w:r>
          </w:p>
          <w:p w14:paraId="26FE363A" w14:textId="77777777" w:rsidR="008B2D2C" w:rsidRPr="003A6AB4" w:rsidRDefault="008B2D2C" w:rsidP="003709FE">
            <w:pPr>
              <w:pStyle w:val="CalendarText"/>
              <w:rPr>
                <w:color w:val="002060"/>
              </w:rPr>
            </w:pPr>
            <w:r w:rsidRPr="003A6AB4">
              <w:rPr>
                <w:b/>
                <w:color w:val="002060"/>
              </w:rPr>
              <w:t>vs. Shadow Hills</w:t>
            </w:r>
          </w:p>
          <w:p w14:paraId="64759184" w14:textId="77777777" w:rsidR="00917E6F" w:rsidRDefault="00917E6F" w:rsidP="003709FE">
            <w:pPr>
              <w:pStyle w:val="CalendarText"/>
            </w:pPr>
          </w:p>
          <w:p w14:paraId="17D8A139" w14:textId="77777777" w:rsidR="008B2D2C" w:rsidRPr="00C86795" w:rsidRDefault="00C86795" w:rsidP="003709FE">
            <w:pPr>
              <w:pStyle w:val="CalendarText"/>
              <w:rPr>
                <w:color w:val="00B0F0"/>
              </w:rPr>
            </w:pPr>
            <w:r w:rsidRPr="00C86795">
              <w:rPr>
                <w:color w:val="00B0F0"/>
              </w:rPr>
              <w:t>Hailee &amp; Rylee</w:t>
            </w:r>
          </w:p>
          <w:p w14:paraId="017303F9" w14:textId="5F493360" w:rsidR="00C86795" w:rsidRPr="0022579C" w:rsidRDefault="00C86795" w:rsidP="003709FE">
            <w:pPr>
              <w:pStyle w:val="CalendarText"/>
            </w:pPr>
            <w:r w:rsidRPr="00C86795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46C2413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3B0C4B8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F77A7B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2D4CEE2" w14:textId="77777777" w:rsidR="003A6AB4" w:rsidRPr="003A6AB4" w:rsidRDefault="003A6AB4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 xml:space="preserve">Frosh Football </w:t>
            </w:r>
          </w:p>
          <w:p w14:paraId="25061215" w14:textId="26CC2E42" w:rsidR="00917E6F" w:rsidRPr="003A6AB4" w:rsidRDefault="003A6AB4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 xml:space="preserve">at LQHS  </w:t>
            </w:r>
            <w:r w:rsidR="00917E6F" w:rsidRPr="003A6AB4">
              <w:rPr>
                <w:color w:val="C00000"/>
              </w:rPr>
              <w:t>4:00</w:t>
            </w:r>
          </w:p>
          <w:p w14:paraId="74F07130" w14:textId="77777777" w:rsidR="00917E6F" w:rsidRDefault="00917E6F">
            <w:pPr>
              <w:pStyle w:val="CalendarText"/>
            </w:pPr>
          </w:p>
          <w:p w14:paraId="4C68EF27" w14:textId="79668B67" w:rsidR="009478C4" w:rsidRPr="003A6AB4" w:rsidRDefault="002D604E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 xml:space="preserve">Varsity </w:t>
            </w:r>
            <w:r w:rsidR="00655EE4">
              <w:rPr>
                <w:b/>
                <w:color w:val="002060"/>
              </w:rPr>
              <w:t>Football</w:t>
            </w:r>
          </w:p>
          <w:p w14:paraId="70AB960D" w14:textId="6A937438" w:rsidR="002D604E" w:rsidRPr="003A6AB4" w:rsidRDefault="002D604E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at LQHS</w:t>
            </w:r>
            <w:r w:rsidR="00917E6F" w:rsidRPr="003A6AB4">
              <w:rPr>
                <w:b/>
                <w:color w:val="002060"/>
              </w:rPr>
              <w:t xml:space="preserve">  7:00</w:t>
            </w:r>
          </w:p>
          <w:p w14:paraId="01A86205" w14:textId="77777777" w:rsidR="002D604E" w:rsidRPr="003A6AB4" w:rsidRDefault="002D604E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vs. J.W. North</w:t>
            </w:r>
          </w:p>
          <w:p w14:paraId="33C4FF82" w14:textId="35DE6EFF" w:rsidR="00917E6F" w:rsidRPr="0022579C" w:rsidRDefault="00917E6F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78ADFB8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454857D1" w14:textId="2FB7D74C" w:rsidR="000508DB" w:rsidRPr="0022579C" w:rsidRDefault="000508DB" w:rsidP="00624E8C">
            <w:pPr>
              <w:pStyle w:val="CalendarText"/>
            </w:pPr>
          </w:p>
        </w:tc>
      </w:tr>
      <w:tr w:rsidR="009478C4" w:rsidRPr="0022579C" w14:paraId="199D6A57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DE472CB" w14:textId="6CADB6C2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00149D9B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7FF08538" w14:textId="77777777" w:rsidR="009478C4" w:rsidRDefault="003A6AB4">
            <w:r>
              <w:t>Tie-Dye tee</w:t>
            </w:r>
          </w:p>
          <w:p w14:paraId="31EEFE34" w14:textId="5D83E7BA" w:rsidR="003A6AB4" w:rsidRPr="0022579C" w:rsidRDefault="003A6AB4">
            <w:r>
              <w:t>Opposite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89AE1E4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8D8B681" w14:textId="77777777" w:rsidR="009478C4" w:rsidRPr="0022579C" w:rsidRDefault="009478C4" w:rsidP="00472CB1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CDE4211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599396E" w14:textId="45EBE6B2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23CEDBB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678DE52" w14:textId="01E2AA6A" w:rsidR="009478C4" w:rsidRPr="0022579C" w:rsidRDefault="00C86795">
            <w:r w:rsidRPr="00C86795">
              <w:rPr>
                <w:color w:val="002060"/>
              </w:rPr>
              <w:t>Varsity Goodie Bags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5F5E341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51C0AEF" w14:textId="6124269F" w:rsidR="009478C4" w:rsidRPr="003A6AB4" w:rsidRDefault="003A6AB4">
            <w:r w:rsidRPr="003A6AB4">
              <w:t>Wear uniform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FDC2FE5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5D261917" w14:textId="08AE9FC1" w:rsidR="00624E8C" w:rsidRPr="0022579C" w:rsidRDefault="00624E8C"/>
        </w:tc>
      </w:tr>
      <w:tr w:rsidR="009478C4" w:rsidRPr="0022579C" w14:paraId="74488625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7053D0F" w14:textId="4933A669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2F043DC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50C36A5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3D26988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A278AE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A07B8F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54FFD2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8AE9834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D11EC16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39B0917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DB8B65C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238BCB1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15ABA0E7" w14:textId="77777777" w:rsidR="009478C4" w:rsidRPr="0022579C" w:rsidRDefault="009478C4"/>
        </w:tc>
      </w:tr>
      <w:tr w:rsidR="009478C4" w:rsidRPr="0022579C" w14:paraId="548B2CB5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1D4F3D8B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03F8B9F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7803029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687F842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494BD0DF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C98CD21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D026E31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14A036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7F704ED7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28D8D9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B7C7FB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23D58DD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16870302" w14:textId="77777777" w:rsidR="009478C4" w:rsidRPr="0022579C" w:rsidRDefault="009478C4"/>
        </w:tc>
      </w:tr>
      <w:tr w:rsidR="009478C4" w:rsidRPr="0022579C" w14:paraId="4EFA5806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A3EF271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5BE7DF52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696F39CF" w14:textId="77777777" w:rsidR="009478C4" w:rsidRPr="0022579C" w:rsidRDefault="00113248">
            <w:pPr>
              <w:pStyle w:val="Date"/>
            </w:pPr>
            <w:r>
              <w:t>15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B099F0D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6B27A24B" w14:textId="77777777" w:rsidR="009478C4" w:rsidRPr="0022579C" w:rsidRDefault="00113248">
            <w:pPr>
              <w:pStyle w:val="Date"/>
            </w:pPr>
            <w:r>
              <w:t>16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A89F8BA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4A17DD8C" w14:textId="77777777" w:rsidR="009478C4" w:rsidRPr="0022579C" w:rsidRDefault="00113248">
            <w:pPr>
              <w:pStyle w:val="Date"/>
            </w:pPr>
            <w:r>
              <w:t>17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09B25DE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B087F9B" w14:textId="77777777" w:rsidR="009478C4" w:rsidRPr="0022579C" w:rsidRDefault="00113248">
            <w:pPr>
              <w:pStyle w:val="Date"/>
            </w:pPr>
            <w:r>
              <w:t>18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00141B8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E6FCE33" w14:textId="77777777" w:rsidR="009478C4" w:rsidRPr="0022579C" w:rsidRDefault="00113248">
            <w:pPr>
              <w:pStyle w:val="Date"/>
            </w:pPr>
            <w:r>
              <w:t>19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246460E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1CFA7229" w14:textId="77777777" w:rsidR="009478C4" w:rsidRPr="0022579C" w:rsidRDefault="00113248" w:rsidP="00113248">
            <w:pPr>
              <w:pStyle w:val="Date"/>
            </w:pPr>
            <w:r>
              <w:t>20</w:t>
            </w:r>
            <w:r w:rsidR="009478C4" w:rsidRPr="0022579C">
              <w:t>/</w:t>
            </w:r>
            <w:r>
              <w:t>21</w:t>
            </w:r>
          </w:p>
        </w:tc>
      </w:tr>
      <w:tr w:rsidR="009478C4" w:rsidRPr="0022579C" w14:paraId="05638E63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50FC2CE" w14:textId="77777777" w:rsidR="009478C4" w:rsidRPr="0022579C" w:rsidRDefault="009478C4" w:rsidP="0022579C">
            <w:pPr>
              <w:pStyle w:val="Line"/>
            </w:pPr>
            <w:r w:rsidRPr="0022579C">
              <w:t>3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78B156DD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465E4A34" w14:textId="31120986" w:rsidR="009478C4" w:rsidRDefault="00917E6F">
            <w:pPr>
              <w:pStyle w:val="CalendarText"/>
            </w:pPr>
            <w:r>
              <w:t xml:space="preserve">Team </w:t>
            </w:r>
            <w:r w:rsidR="004D219D">
              <w:t>Practice</w:t>
            </w:r>
          </w:p>
          <w:p w14:paraId="2A5198B7" w14:textId="77777777" w:rsidR="004D219D" w:rsidRPr="004D219D" w:rsidRDefault="004D219D">
            <w:pPr>
              <w:pStyle w:val="CalendarText"/>
            </w:pPr>
            <w:r>
              <w:t>3:30-5:30</w:t>
            </w:r>
          </w:p>
          <w:p w14:paraId="175C6692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ED7AA75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42B325EB" w14:textId="5A262A98" w:rsidR="00BC54E8" w:rsidRPr="0022579C" w:rsidRDefault="00BC54E8" w:rsidP="007E3D4F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DC272EC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7BFBDAC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1DC45B9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A6BCD09" w14:textId="0CA4367F" w:rsidR="009478C4" w:rsidRPr="003A6AB4" w:rsidRDefault="003A6AB4" w:rsidP="007E3D4F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Varsity Volleyball</w:t>
            </w:r>
          </w:p>
          <w:p w14:paraId="04A58B72" w14:textId="12CB6382" w:rsidR="00C44714" w:rsidRPr="003A6AB4" w:rsidRDefault="00C44714" w:rsidP="007E3D4F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at LQHS</w:t>
            </w:r>
            <w:r w:rsidR="00917E6F" w:rsidRPr="003A6AB4">
              <w:rPr>
                <w:b/>
                <w:color w:val="002060"/>
              </w:rPr>
              <w:t xml:space="preserve"> </w:t>
            </w:r>
            <w:r w:rsidR="003A6AB4" w:rsidRPr="003A6AB4">
              <w:rPr>
                <w:b/>
                <w:color w:val="002060"/>
              </w:rPr>
              <w:t xml:space="preserve"> </w:t>
            </w:r>
            <w:r w:rsidR="00917E6F" w:rsidRPr="003A6AB4">
              <w:rPr>
                <w:b/>
                <w:color w:val="002060"/>
              </w:rPr>
              <w:t>6:30</w:t>
            </w:r>
          </w:p>
          <w:p w14:paraId="5DE3383A" w14:textId="77777777" w:rsidR="00C44714" w:rsidRPr="003A6AB4" w:rsidRDefault="00C44714" w:rsidP="007E3D4F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vs. Rancho Verde</w:t>
            </w:r>
          </w:p>
          <w:p w14:paraId="13980FAC" w14:textId="77777777" w:rsidR="00917E6F" w:rsidRDefault="00917E6F" w:rsidP="007E3D4F">
            <w:pPr>
              <w:pStyle w:val="CalendarText"/>
            </w:pPr>
          </w:p>
          <w:p w14:paraId="1644D04E" w14:textId="77777777" w:rsidR="00C44714" w:rsidRPr="00C86795" w:rsidRDefault="00C86795" w:rsidP="007E3D4F">
            <w:pPr>
              <w:pStyle w:val="CalendarText"/>
              <w:rPr>
                <w:color w:val="00B0F0"/>
              </w:rPr>
            </w:pPr>
            <w:r w:rsidRPr="00C86795">
              <w:rPr>
                <w:color w:val="00B0F0"/>
              </w:rPr>
              <w:t>Samantha &amp; Mariel</w:t>
            </w:r>
          </w:p>
          <w:p w14:paraId="70F10287" w14:textId="0D0ED031" w:rsidR="00C86795" w:rsidRPr="0022579C" w:rsidRDefault="00C86795" w:rsidP="007E3D4F">
            <w:pPr>
              <w:pStyle w:val="CalendarText"/>
            </w:pPr>
            <w:r w:rsidRPr="00C86795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8FADFBD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0B4F0071" w14:textId="77777777" w:rsidR="003A6AB4" w:rsidRPr="003A6AB4" w:rsidRDefault="003A6AB4" w:rsidP="007E3D4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Frosh Football</w:t>
            </w:r>
          </w:p>
          <w:p w14:paraId="1F7DC399" w14:textId="19F6A64F" w:rsidR="00917E6F" w:rsidRPr="003A6AB4" w:rsidRDefault="003A6AB4" w:rsidP="007E3D4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 xml:space="preserve">At LQHS  </w:t>
            </w:r>
            <w:r w:rsidR="00917E6F" w:rsidRPr="003A6AB4">
              <w:rPr>
                <w:color w:val="C00000"/>
              </w:rPr>
              <w:t>4:00</w:t>
            </w:r>
          </w:p>
          <w:p w14:paraId="36C59069" w14:textId="77777777" w:rsidR="00917E6F" w:rsidRDefault="00917E6F" w:rsidP="007E3D4F">
            <w:pPr>
              <w:pStyle w:val="CalendarText"/>
            </w:pPr>
          </w:p>
          <w:p w14:paraId="7B6648AC" w14:textId="174887D6" w:rsidR="009478C4" w:rsidRPr="003A6AB4" w:rsidRDefault="00655EE4" w:rsidP="007E3D4F">
            <w:pPr>
              <w:pStyle w:val="CalendarText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Varsity Football</w:t>
            </w:r>
          </w:p>
          <w:p w14:paraId="19A5655C" w14:textId="4B9DE8FD" w:rsidR="00D16781" w:rsidRPr="003A6AB4" w:rsidRDefault="00D16781" w:rsidP="007E3D4F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At LQHS</w:t>
            </w:r>
            <w:r w:rsidR="00917E6F" w:rsidRPr="003A6AB4">
              <w:rPr>
                <w:b/>
                <w:color w:val="002060"/>
              </w:rPr>
              <w:t xml:space="preserve">  7:00</w:t>
            </w:r>
          </w:p>
          <w:p w14:paraId="570C53C9" w14:textId="7E9238A7" w:rsidR="00C64662" w:rsidRPr="003A6AB4" w:rsidRDefault="00D16781" w:rsidP="007E3D4F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 xml:space="preserve">vs. </w:t>
            </w:r>
            <w:proofErr w:type="spellStart"/>
            <w:r w:rsidR="00917E6F" w:rsidRPr="003A6AB4">
              <w:rPr>
                <w:b/>
                <w:color w:val="002060"/>
              </w:rPr>
              <w:t>Temescal</w:t>
            </w:r>
            <w:proofErr w:type="spellEnd"/>
            <w:r w:rsidR="00917E6F" w:rsidRPr="003A6AB4">
              <w:rPr>
                <w:b/>
                <w:color w:val="002060"/>
              </w:rPr>
              <w:t xml:space="preserve"> </w:t>
            </w:r>
            <w:proofErr w:type="spellStart"/>
            <w:r w:rsidR="00917E6F" w:rsidRPr="003A6AB4">
              <w:rPr>
                <w:b/>
                <w:color w:val="002060"/>
              </w:rPr>
              <w:t>Cyn</w:t>
            </w:r>
            <w:proofErr w:type="spellEnd"/>
          </w:p>
          <w:p w14:paraId="0EF72CF9" w14:textId="77777777" w:rsidR="009478C4" w:rsidRPr="00445BE1" w:rsidRDefault="009478C4" w:rsidP="007E3D4F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B8515F6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7BA85F79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3652E2BD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75A0EF5" w14:textId="68F7FF6C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34FCA02D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43" w:type="dxa"/>
              <w:right w:w="0" w:type="dxa"/>
            </w:tcMar>
            <w:vAlign w:val="center"/>
          </w:tcPr>
          <w:p w14:paraId="50303DDD" w14:textId="77777777" w:rsidR="009478C4" w:rsidRPr="003A6AB4" w:rsidRDefault="003A6AB4">
            <w:proofErr w:type="spellStart"/>
            <w:r w:rsidRPr="003A6AB4">
              <w:t>Burgandy</w:t>
            </w:r>
            <w:proofErr w:type="spellEnd"/>
            <w:r w:rsidRPr="003A6AB4">
              <w:t xml:space="preserve"> tee</w:t>
            </w:r>
          </w:p>
          <w:p w14:paraId="5A99A9A6" w14:textId="649A2D7E" w:rsidR="003A6AB4" w:rsidRPr="0022579C" w:rsidRDefault="003A6AB4">
            <w:pPr>
              <w:rPr>
                <w:b/>
              </w:rPr>
            </w:pPr>
            <w:r w:rsidRPr="003A6AB4">
              <w:t>White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40E3433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FF55BC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2CE8D33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90BC84E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4100598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5B366F9" w14:textId="5CAA7F05" w:rsidR="00C86795" w:rsidRPr="0022579C" w:rsidRDefault="00C86795">
            <w:r w:rsidRPr="00C86795">
              <w:rPr>
                <w:color w:val="002060"/>
              </w:rPr>
              <w:t>Varsity Goodie Bags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E820E43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E69F5D4" w14:textId="5591A9E9" w:rsidR="009478C4" w:rsidRPr="0022579C" w:rsidRDefault="003A6AB4">
            <w:r>
              <w:t>Wear uniform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208CFE2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671BF355" w14:textId="77777777" w:rsidR="009478C4" w:rsidRPr="0022579C" w:rsidRDefault="009478C4"/>
        </w:tc>
      </w:tr>
      <w:tr w:rsidR="009478C4" w:rsidRPr="0022579C" w14:paraId="7BE92C4C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24D144DA" w14:textId="65C2288A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0B4B310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5EA44DC7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048B7A3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0B9DB14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5167990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5A426759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083999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3A85B6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CC62EB8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9FB0F34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F8306DF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70AB6FB3" w14:textId="77777777" w:rsidR="009478C4" w:rsidRPr="0022579C" w:rsidRDefault="009478C4"/>
        </w:tc>
      </w:tr>
      <w:tr w:rsidR="009478C4" w:rsidRPr="0022579C" w14:paraId="3418DC0A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3B554CA1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269A16A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3962530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C18D0A6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2F092940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D8057E4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FB87EE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3EA0D4F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50D66E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E320954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409CD20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B332433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4008C72" w14:textId="77777777" w:rsidR="009478C4" w:rsidRPr="0022579C" w:rsidRDefault="009478C4"/>
        </w:tc>
      </w:tr>
      <w:tr w:rsidR="009478C4" w:rsidRPr="0022579C" w14:paraId="5F2E2D36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8BE3151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7376C76A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2ECD294A" w14:textId="77777777" w:rsidR="009478C4" w:rsidRPr="0022579C" w:rsidRDefault="00113248">
            <w:pPr>
              <w:pStyle w:val="Date"/>
            </w:pPr>
            <w:r>
              <w:t>22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0FB5D86C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4E3C6739" w14:textId="77777777" w:rsidR="009478C4" w:rsidRPr="0022579C" w:rsidRDefault="00113248">
            <w:pPr>
              <w:pStyle w:val="Date"/>
            </w:pPr>
            <w:r>
              <w:t>23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E50D430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7DE93782" w14:textId="77777777" w:rsidR="009478C4" w:rsidRPr="0022579C" w:rsidRDefault="00113248">
            <w:pPr>
              <w:pStyle w:val="Date"/>
            </w:pPr>
            <w:r>
              <w:t>24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7038304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5CC615FB" w14:textId="77777777" w:rsidR="009478C4" w:rsidRPr="0022579C" w:rsidRDefault="00113248">
            <w:pPr>
              <w:pStyle w:val="Date"/>
            </w:pPr>
            <w:r>
              <w:t>25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6461CD2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ACC6793" w14:textId="77777777" w:rsidR="009478C4" w:rsidRPr="0022579C" w:rsidRDefault="00113248">
            <w:pPr>
              <w:pStyle w:val="Date"/>
            </w:pPr>
            <w:r>
              <w:t>26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EAE5096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105670B3" w14:textId="77777777" w:rsidR="009478C4" w:rsidRPr="0022579C" w:rsidRDefault="00113248" w:rsidP="00113248">
            <w:pPr>
              <w:pStyle w:val="Date"/>
            </w:pPr>
            <w:r>
              <w:t>27</w:t>
            </w:r>
            <w:r w:rsidR="009478C4" w:rsidRPr="0022579C">
              <w:t>/</w:t>
            </w:r>
            <w:r>
              <w:t>28</w:t>
            </w:r>
          </w:p>
        </w:tc>
      </w:tr>
      <w:tr w:rsidR="009478C4" w:rsidRPr="0022579C" w14:paraId="6AD9EC16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9895493" w14:textId="77777777" w:rsidR="009478C4" w:rsidRPr="0022579C" w:rsidRDefault="009478C4" w:rsidP="0022579C">
            <w:pPr>
              <w:pStyle w:val="Line"/>
            </w:pPr>
            <w:r w:rsidRPr="0022579C">
              <w:t>4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747E4AB7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2C053AFA" w14:textId="6411B6D6" w:rsidR="009478C4" w:rsidRDefault="00917E6F">
            <w:pPr>
              <w:pStyle w:val="CalendarText"/>
            </w:pPr>
            <w:r>
              <w:t>Team</w:t>
            </w:r>
            <w:r w:rsidR="004D219D">
              <w:t xml:space="preserve"> Practice</w:t>
            </w:r>
          </w:p>
          <w:p w14:paraId="5FB46342" w14:textId="77777777" w:rsidR="004D219D" w:rsidRPr="004D219D" w:rsidRDefault="004D219D">
            <w:pPr>
              <w:pStyle w:val="CalendarText"/>
            </w:pPr>
            <w:r>
              <w:t>3:30-5:30</w:t>
            </w:r>
          </w:p>
          <w:p w14:paraId="2650BE09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29717B2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974B285" w14:textId="053CF8F1" w:rsidR="00BC54E8" w:rsidRPr="0022579C" w:rsidRDefault="00BC54E8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CF194A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ADF95B8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E7F7448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E18521D" w14:textId="5225A46B" w:rsidR="00BC21B9" w:rsidRPr="003A6AB4" w:rsidRDefault="003A6AB4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JV Football</w:t>
            </w:r>
          </w:p>
          <w:p w14:paraId="04E27FDA" w14:textId="77777777" w:rsidR="00917E6F" w:rsidRPr="003A6AB4" w:rsidRDefault="00917E6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At LQHS  4:00</w:t>
            </w:r>
          </w:p>
          <w:p w14:paraId="793CCA55" w14:textId="77777777" w:rsidR="00917E6F" w:rsidRPr="003A6AB4" w:rsidRDefault="00917E6F">
            <w:pPr>
              <w:pStyle w:val="CalendarText"/>
              <w:rPr>
                <w:color w:val="C00000"/>
              </w:rPr>
            </w:pPr>
            <w:r w:rsidRPr="003A6AB4">
              <w:rPr>
                <w:color w:val="C00000"/>
              </w:rPr>
              <w:t>Vs. Palm Desert</w:t>
            </w:r>
          </w:p>
          <w:p w14:paraId="00FEBD21" w14:textId="77777777" w:rsidR="00917E6F" w:rsidRDefault="00917E6F">
            <w:pPr>
              <w:pStyle w:val="CalendarText"/>
            </w:pPr>
          </w:p>
          <w:p w14:paraId="728A8347" w14:textId="4A9460BE" w:rsidR="00917E6F" w:rsidRPr="0022579C" w:rsidRDefault="00917E6F" w:rsidP="00917E6F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6DB317B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2060ABB" w14:textId="5AC9ED96" w:rsidR="009478C4" w:rsidRPr="003A6AB4" w:rsidRDefault="00655EE4">
            <w:pPr>
              <w:pStyle w:val="CalendarText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Varsity Football</w:t>
            </w:r>
            <w:bookmarkStart w:id="0" w:name="_GoBack"/>
            <w:bookmarkEnd w:id="0"/>
          </w:p>
          <w:p w14:paraId="1CD699FA" w14:textId="77777777" w:rsidR="00201228" w:rsidRPr="003A6AB4" w:rsidRDefault="00201228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at Palm Desert</w:t>
            </w:r>
          </w:p>
          <w:p w14:paraId="6FDDD0D4" w14:textId="77777777" w:rsidR="00201228" w:rsidRPr="003A6AB4" w:rsidRDefault="00201228">
            <w:pPr>
              <w:pStyle w:val="CalendarText"/>
              <w:rPr>
                <w:b/>
                <w:color w:val="002060"/>
              </w:rPr>
            </w:pPr>
            <w:r w:rsidRPr="003A6AB4">
              <w:rPr>
                <w:b/>
                <w:color w:val="002060"/>
              </w:rPr>
              <w:t>(Flag Game)</w:t>
            </w:r>
          </w:p>
          <w:p w14:paraId="2BA13A05" w14:textId="77777777" w:rsidR="00201228" w:rsidRPr="0022579C" w:rsidRDefault="00201228">
            <w:pPr>
              <w:pStyle w:val="CalendarText"/>
            </w:pPr>
            <w:r w:rsidRPr="003A6AB4">
              <w:rPr>
                <w:b/>
                <w:color w:val="002060"/>
              </w:rP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33BA5F6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025AA789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761D809B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5430679" w14:textId="780FBDDC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375C31E4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09D0222E" w14:textId="77777777" w:rsidR="009478C4" w:rsidRDefault="003A6AB4">
            <w:r>
              <w:t>Navy tank</w:t>
            </w:r>
          </w:p>
          <w:p w14:paraId="66F2BAD0" w14:textId="1358835B" w:rsidR="003A6AB4" w:rsidRPr="0022579C" w:rsidRDefault="003A6AB4">
            <w:proofErr w:type="spellStart"/>
            <w:r>
              <w:t>Burgandy</w:t>
            </w:r>
            <w:proofErr w:type="spellEnd"/>
            <w:r>
              <w:t xml:space="preserve">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8F5A63E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2F7427C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2BE5E18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C2CB0C3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985EE00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2084294" w14:textId="04C779C3" w:rsidR="009478C4" w:rsidRPr="0022579C" w:rsidRDefault="00C86795" w:rsidP="00C86795">
            <w:r>
              <w:t>JV:  U</w:t>
            </w:r>
            <w:r w:rsidR="003A6AB4">
              <w:t>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1EEF3AB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706C109" w14:textId="63A667A2" w:rsidR="009478C4" w:rsidRPr="0022579C" w:rsidRDefault="00C86795" w:rsidP="00C86795">
            <w:r>
              <w:t>Varsity:  U</w:t>
            </w:r>
            <w:r w:rsidR="003A6AB4">
              <w:t>niform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9284EE9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2A6815EA" w14:textId="77777777" w:rsidR="009478C4" w:rsidRPr="0022579C" w:rsidRDefault="009478C4"/>
        </w:tc>
      </w:tr>
      <w:tr w:rsidR="009478C4" w:rsidRPr="0022579C" w14:paraId="0ED32BE6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4DBA8E7" w14:textId="10BBE54D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59EB83A7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3B26806D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F199882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23FC94EF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BEA6945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5AD54ABD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3A12A3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8DDA65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A427AEC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3726F2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81DEBB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3EE914E3" w14:textId="77777777" w:rsidR="009478C4" w:rsidRPr="0022579C" w:rsidRDefault="009478C4"/>
        </w:tc>
      </w:tr>
      <w:tr w:rsidR="009478C4" w:rsidRPr="0022579C" w14:paraId="44F48056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5647CB74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1B550420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278BF114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EAC619C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7629733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F36D5A2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65AE860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358ED7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59B0B82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81537E5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10E127A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3E79456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6325BB2" w14:textId="77777777" w:rsidR="009478C4" w:rsidRPr="0022579C" w:rsidRDefault="009478C4"/>
        </w:tc>
      </w:tr>
      <w:tr w:rsidR="009478C4" w:rsidRPr="0022579C" w14:paraId="2A8CE7EA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2EC3C1B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6BCAC1F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5C80A2DB" w14:textId="77777777" w:rsidR="009478C4" w:rsidRPr="0022579C" w:rsidRDefault="00113248">
            <w:pPr>
              <w:pStyle w:val="Date"/>
            </w:pPr>
            <w:r>
              <w:t>29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DF4A252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D03F9CF" w14:textId="77777777" w:rsidR="009478C4" w:rsidRPr="0022579C" w:rsidRDefault="00113248">
            <w:pPr>
              <w:pStyle w:val="Date"/>
            </w:pPr>
            <w:r>
              <w:t>30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C9341C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84E74DD" w14:textId="77777777" w:rsidR="009478C4" w:rsidRPr="0022579C" w:rsidRDefault="009478C4" w:rsidP="00113248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4E5FD68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56373E52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05EAAD4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6ACC5517" w14:textId="77777777" w:rsidR="009478C4" w:rsidRPr="0022579C" w:rsidRDefault="00D057A1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0B3F78">
              <w:fldChar w:fldCharType="begin"/>
            </w:r>
            <w:r w:rsidR="000B3F78">
              <w:instrText xml:space="preserve"> =I21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=I21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0B3F78">
              <w:fldChar w:fldCharType="begin"/>
            </w:r>
            <w:r w:rsidR="000B3F78">
              <w:instrText xml:space="preserve"> DocVariable MonthEnd \@ d </w:instrText>
            </w:r>
            <w:r w:rsidR="000B3F78">
              <w:fldChar w:fldCharType="separate"/>
            </w:r>
            <w:r w:rsidR="009478C4" w:rsidRPr="0022579C">
              <w:instrText>31</w:instrText>
            </w:r>
            <w:r w:rsidR="000B3F78">
              <w:fldChar w:fldCharType="end"/>
            </w:r>
            <w:r w:rsidR="009478C4" w:rsidRPr="0022579C">
              <w:instrText xml:space="preserve">  </w:instrText>
            </w:r>
            <w:r w:rsidR="000B3F78">
              <w:fldChar w:fldCharType="begin"/>
            </w:r>
            <w:r w:rsidR="000B3F78">
              <w:instrText xml:space="preserve"> =I21+1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BE93789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7D04570F" w14:textId="77777777" w:rsidR="009478C4" w:rsidRPr="0022579C" w:rsidRDefault="00D057A1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0B3F78">
              <w:fldChar w:fldCharType="begin"/>
            </w:r>
            <w:r w:rsidR="000B3F78">
              <w:instrText xml:space="preserve"> =K21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=K21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0B3F78">
              <w:fldChar w:fldCharType="begin"/>
            </w:r>
            <w:r w:rsidR="000B3F78">
              <w:instrText xml:space="preserve"> DocVariable MonthEnd \@ d </w:instrText>
            </w:r>
            <w:r w:rsidR="000B3F78">
              <w:fldChar w:fldCharType="separate"/>
            </w:r>
            <w:r w:rsidR="009478C4" w:rsidRPr="0022579C">
              <w:instrText>30</w:instrText>
            </w:r>
            <w:r w:rsidR="000B3F78">
              <w:fldChar w:fldCharType="end"/>
            </w:r>
            <w:r w:rsidR="009478C4" w:rsidRPr="0022579C">
              <w:instrText xml:space="preserve">  </w:instrText>
            </w:r>
            <w:r w:rsidR="000B3F78">
              <w:fldChar w:fldCharType="begin"/>
            </w:r>
            <w:r w:rsidR="000B3F78">
              <w:instrText xml:space="preserve"> =K21+1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Pr="0022579C">
              <w:fldChar w:fldCharType="end"/>
            </w:r>
            <w:r w:rsidRPr="0022579C">
              <w:fldChar w:fldCharType="end"/>
            </w:r>
            <w:r w:rsidR="009478C4" w:rsidRPr="0022579C">
              <w:rPr>
                <w:rStyle w:val="SlashEnd"/>
              </w:rPr>
              <w:t>/</w:t>
            </w: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0B3F78">
              <w:fldChar w:fldCharType="begin"/>
            </w:r>
            <w:r w:rsidR="000B3F78">
              <w:instrText xml:space="preserve"> =K21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=K21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0B3F78">
              <w:fldChar w:fldCharType="begin"/>
            </w:r>
            <w:r w:rsidR="000B3F78">
              <w:instrText xml:space="preserve"> DocVariable MonthEndLessOne \@ d </w:instrText>
            </w:r>
            <w:r w:rsidR="000B3F78">
              <w:fldChar w:fldCharType="separate"/>
            </w:r>
            <w:r w:rsidR="009478C4" w:rsidRPr="0022579C">
              <w:instrText>29</w:instrText>
            </w:r>
            <w:r w:rsidR="000B3F78">
              <w:fldChar w:fldCharType="end"/>
            </w:r>
            <w:r w:rsidR="009478C4" w:rsidRPr="0022579C">
              <w:instrText xml:space="preserve">  </w:instrText>
            </w:r>
            <w:r w:rsidR="000B3F78">
              <w:fldChar w:fldCharType="begin"/>
            </w:r>
            <w:r w:rsidR="000B3F78">
              <w:instrText xml:space="preserve"> =K21+2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</w:tr>
      <w:tr w:rsidR="009478C4" w:rsidRPr="0022579C" w14:paraId="67C82902" w14:textId="77777777" w:rsidTr="00445BE1">
        <w:trPr>
          <w:cantSplit/>
          <w:trHeight w:val="918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AA9D372" w14:textId="77777777" w:rsidR="009478C4" w:rsidRPr="0022579C" w:rsidRDefault="009478C4" w:rsidP="0022579C">
            <w:pPr>
              <w:pStyle w:val="Line"/>
            </w:pPr>
            <w:r w:rsidRPr="0022579C">
              <w:t>5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6021BBA4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09286CE8" w14:textId="18D53A2D" w:rsidR="009478C4" w:rsidRDefault="00917E6F" w:rsidP="007E3D4F">
            <w:pPr>
              <w:pStyle w:val="CalendarText"/>
            </w:pPr>
            <w:r>
              <w:t>Team</w:t>
            </w:r>
            <w:r w:rsidR="004D219D">
              <w:t xml:space="preserve"> Practice</w:t>
            </w:r>
          </w:p>
          <w:p w14:paraId="6EE6AA17" w14:textId="77777777" w:rsidR="004D219D" w:rsidRPr="004D219D" w:rsidRDefault="004D219D" w:rsidP="007E3D4F">
            <w:pPr>
              <w:pStyle w:val="CalendarText"/>
            </w:pPr>
            <w:r>
              <w:t>3:30-5:30</w:t>
            </w:r>
          </w:p>
          <w:p w14:paraId="22181BD5" w14:textId="77777777" w:rsidR="009478C4" w:rsidRPr="0022579C" w:rsidRDefault="009478C4" w:rsidP="00445BE1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1F08E60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C9370E0" w14:textId="0F26E25C" w:rsidR="00BC54E8" w:rsidRPr="00F662F4" w:rsidRDefault="00BC54E8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F5E39A2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0CD5EA39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587559E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3EC37C3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823F182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5F4CE82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BA33999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3FE5A3C2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030A344E" w14:textId="77777777" w:rsidTr="00445BE1">
        <w:trPr>
          <w:cantSplit/>
          <w:trHeight w:hRule="exact" w:val="6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4DA2246" w14:textId="4DCC380A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3F61842A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27FD827E" w14:textId="77777777" w:rsidR="009478C4" w:rsidRDefault="003A6AB4">
            <w:r>
              <w:t>White tank</w:t>
            </w:r>
          </w:p>
          <w:p w14:paraId="1B180398" w14:textId="34B524C6" w:rsidR="003A6AB4" w:rsidRPr="0022579C" w:rsidRDefault="003A6AB4">
            <w:r>
              <w:t xml:space="preserve">Black </w:t>
            </w:r>
            <w:proofErr w:type="spellStart"/>
            <w:r>
              <w:t>spanx</w:t>
            </w:r>
            <w:proofErr w:type="spellEnd"/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34EAAE0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BFDFFE1" w14:textId="39503F73" w:rsidR="009478C4" w:rsidRPr="0022579C" w:rsidRDefault="009478C4" w:rsidP="00624E8C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A4E56E5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A687F3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5E5034C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DBC5BCB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E1A44C6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0CD4B74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ED46DB7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4681F7BF" w14:textId="77777777" w:rsidR="009478C4" w:rsidRPr="0022579C" w:rsidRDefault="009478C4"/>
        </w:tc>
      </w:tr>
      <w:tr w:rsidR="009478C4" w:rsidRPr="0022579C" w14:paraId="0D26B27C" w14:textId="77777777" w:rsidTr="00445BE1">
        <w:trPr>
          <w:cantSplit/>
          <w:trHeight w:hRule="exact" w:val="198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985469D" w14:textId="4383DCA9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48F2CA4E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2547F7F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4FF97B7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C6C260A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BFC3051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4D64F7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CB28ED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91EEAC8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221CD3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5CB0A5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9590845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579F1648" w14:textId="77777777" w:rsidR="009478C4" w:rsidRPr="0022579C" w:rsidRDefault="009478C4"/>
        </w:tc>
      </w:tr>
      <w:tr w:rsidR="009478C4" w:rsidRPr="0022579C" w14:paraId="499A7048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2099E8DC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4B870109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153F8A31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41A53E1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7B4AB17E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B882C2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211C37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E852943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58CD88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75C00E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6F9A4393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C1F5312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28C285F9" w14:textId="77777777" w:rsidR="009478C4" w:rsidRPr="0022579C" w:rsidRDefault="009478C4"/>
        </w:tc>
      </w:tr>
      <w:tr w:rsidR="009478C4" w:rsidRPr="0022579C" w14:paraId="3853199A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4D2574B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546BA99E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4156F647" w14:textId="77777777" w:rsidR="009478C4" w:rsidRPr="0022579C" w:rsidRDefault="00D057A1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0B3F78">
              <w:fldChar w:fldCharType="begin"/>
            </w:r>
            <w:r w:rsidR="000B3F78">
              <w:instrText xml:space="preserve"> =K21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=K21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0B3F78">
              <w:fldChar w:fldCharType="begin"/>
            </w:r>
            <w:r w:rsidR="000B3F78">
              <w:instrText xml:space="preserve"> DocVariable MonthEndLessTwo \@ d </w:instrText>
            </w:r>
            <w:r w:rsidR="000B3F78">
              <w:fldChar w:fldCharType="separate"/>
            </w:r>
            <w:r w:rsidR="009478C4" w:rsidRPr="0022579C">
              <w:instrText>28</w:instrText>
            </w:r>
            <w:r w:rsidR="000B3F78">
              <w:fldChar w:fldCharType="end"/>
            </w:r>
            <w:r w:rsidR="009478C4" w:rsidRPr="0022579C">
              <w:instrText xml:space="preserve">  </w:instrText>
            </w:r>
            <w:r w:rsidR="000B3F78">
              <w:fldChar w:fldCharType="begin"/>
            </w:r>
            <w:r w:rsidR="000B3F78">
              <w:instrText xml:space="preserve"> =K21+3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032E08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7ADB7F1D" w14:textId="77777777" w:rsidR="009478C4" w:rsidRPr="0022579C" w:rsidRDefault="00D057A1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0B3F78">
              <w:fldChar w:fldCharType="begin"/>
            </w:r>
            <w:r w:rsidR="000B3F78">
              <w:instrText xml:space="preserve"> =C26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0B3F78">
              <w:fldChar w:fldCharType="begin"/>
            </w:r>
            <w:r w:rsidR="000B3F78">
              <w:instrText xml:space="preserve"> =C26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0B3F78">
              <w:fldChar w:fldCharType="begin"/>
            </w:r>
            <w:r w:rsidR="000B3F78">
              <w:instrText xml:space="preserve"> DocVariable MonthEnd \@ d </w:instrText>
            </w:r>
            <w:r w:rsidR="000B3F78">
              <w:fldChar w:fldCharType="separate"/>
            </w:r>
            <w:r w:rsidR="009478C4" w:rsidRPr="0022579C">
              <w:instrText>31</w:instrText>
            </w:r>
            <w:r w:rsidR="000B3F78">
              <w:fldChar w:fldCharType="end"/>
            </w:r>
            <w:r w:rsidR="009478C4" w:rsidRPr="0022579C">
              <w:instrText xml:space="preserve">  </w:instrText>
            </w:r>
            <w:r w:rsidR="000B3F78">
              <w:fldChar w:fldCharType="begin"/>
            </w:r>
            <w:r w:rsidR="000B3F78">
              <w:instrText xml:space="preserve"> =C26+1 </w:instrText>
            </w:r>
            <w:r w:rsidR="000B3F78">
              <w:fldChar w:fldCharType="separate"/>
            </w:r>
            <w:r w:rsidR="009478C4" w:rsidRPr="0022579C">
              <w:rPr>
                <w:noProof/>
              </w:rPr>
              <w:instrText>6</w:instrText>
            </w:r>
            <w:r w:rsidR="000B3F78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1A87BF6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47A87318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4543AAF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4E5C12AE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D458583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F1FC670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10C73FA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05CA2DFE" w14:textId="77777777" w:rsidR="009478C4" w:rsidRPr="0022579C" w:rsidRDefault="009478C4"/>
        </w:tc>
      </w:tr>
      <w:tr w:rsidR="009478C4" w:rsidRPr="0022579C" w14:paraId="73B25C52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70A08DA" w14:textId="77777777" w:rsidR="009478C4" w:rsidRPr="0022579C" w:rsidRDefault="009478C4" w:rsidP="0022579C">
            <w:pPr>
              <w:pStyle w:val="Line"/>
            </w:pPr>
            <w:r w:rsidRPr="0022579C">
              <w:lastRenderedPageBreak/>
              <w:t>6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0702803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05FDA2D6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E5CB1F3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52398AE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1A5508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E0E6A75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A17059D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03F1C4C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02D554B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62DF53D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C25FA94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180ADC4E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5FDA52B2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C8CBAA4" w14:textId="7777777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5DE0DB00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163E7C6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6371005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96E8E25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15004DF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5D7BA4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011F269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B8D7DF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E261BB6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701EAAF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F95260D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37E1788C" w14:textId="77777777" w:rsidR="009478C4" w:rsidRPr="0022579C" w:rsidRDefault="009478C4"/>
        </w:tc>
      </w:tr>
      <w:tr w:rsidR="009478C4" w:rsidRPr="0022579C" w14:paraId="7DA5DFBA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5A36D93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79AF845A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  <w:tcMar>
              <w:left w:w="72" w:type="dxa"/>
              <w:right w:w="0" w:type="dxa"/>
            </w:tcMar>
            <w:vAlign w:val="center"/>
          </w:tcPr>
          <w:p w14:paraId="5D757CBC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7F3F24DD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34763A0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369E0A05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7F340F9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7A108485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6B8CA04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5A2AE447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3A84560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01E61DE6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  <w:vAlign w:val="center"/>
          </w:tcPr>
          <w:p w14:paraId="7415A69E" w14:textId="77777777" w:rsidR="009478C4" w:rsidRPr="0022579C" w:rsidRDefault="009478C4" w:rsidP="0022579C">
            <w:pPr>
              <w:ind w:left="113" w:right="113"/>
            </w:pPr>
          </w:p>
        </w:tc>
      </w:tr>
    </w:tbl>
    <w:p w14:paraId="5F84DBBA" w14:textId="77777777" w:rsidR="009478C4" w:rsidRDefault="009478C4" w:rsidP="00113248"/>
    <w:sectPr w:rsidR="009478C4" w:rsidSect="009A2A2D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7"/>
  </w:num>
  <w:num w:numId="43">
    <w:abstractNumId w:val="6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8/31/2013"/>
    <w:docVar w:name="MonthEndLessOne" w:val="8/30/2013"/>
    <w:docVar w:name="MonthEndLessTwo" w:val="8/29/2013"/>
    <w:docVar w:name="MonthStart" w:val="8/1/2013"/>
  </w:docVars>
  <w:rsids>
    <w:rsidRoot w:val="00472CB1"/>
    <w:rsid w:val="000508DB"/>
    <w:rsid w:val="000B3F78"/>
    <w:rsid w:val="00113248"/>
    <w:rsid w:val="001C049F"/>
    <w:rsid w:val="00201228"/>
    <w:rsid w:val="0022579C"/>
    <w:rsid w:val="002D604E"/>
    <w:rsid w:val="003709FE"/>
    <w:rsid w:val="003A6AB4"/>
    <w:rsid w:val="00445BE1"/>
    <w:rsid w:val="00461E1F"/>
    <w:rsid w:val="00472CB1"/>
    <w:rsid w:val="004D219D"/>
    <w:rsid w:val="00504ACD"/>
    <w:rsid w:val="005B5B72"/>
    <w:rsid w:val="00624E8C"/>
    <w:rsid w:val="00655EE4"/>
    <w:rsid w:val="00700470"/>
    <w:rsid w:val="007E3D4F"/>
    <w:rsid w:val="00824C21"/>
    <w:rsid w:val="00826F60"/>
    <w:rsid w:val="008B2D2C"/>
    <w:rsid w:val="00917E6F"/>
    <w:rsid w:val="009478C4"/>
    <w:rsid w:val="00960B8E"/>
    <w:rsid w:val="009A2A2D"/>
    <w:rsid w:val="009C21E6"/>
    <w:rsid w:val="00A63E03"/>
    <w:rsid w:val="00B6521C"/>
    <w:rsid w:val="00BC21B9"/>
    <w:rsid w:val="00BC54E8"/>
    <w:rsid w:val="00BE32E1"/>
    <w:rsid w:val="00C44714"/>
    <w:rsid w:val="00C64662"/>
    <w:rsid w:val="00C86795"/>
    <w:rsid w:val="00CC651E"/>
    <w:rsid w:val="00D057A1"/>
    <w:rsid w:val="00D16781"/>
    <w:rsid w:val="00D43B27"/>
    <w:rsid w:val="00D71E0A"/>
    <w:rsid w:val="00F662F4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78C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ilaribas\AppData\Roaming\Microsoft\Templates\Lesson%20plan%20calend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</Template>
  <TotalTime>225</TotalTime>
  <Pages>2</Pages>
  <Words>192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Bradley</dc:creator>
  <cp:lastModifiedBy>Cindy Bradley</cp:lastModifiedBy>
  <cp:revision>6</cp:revision>
  <cp:lastPrinted>2014-08-18T00:21:00Z</cp:lastPrinted>
  <dcterms:created xsi:type="dcterms:W3CDTF">2014-07-02T15:40:00Z</dcterms:created>
  <dcterms:modified xsi:type="dcterms:W3CDTF">2014-08-18T14:07:00Z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